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 w:cs="Times New Roman"/>
          <w:sz w:val="44"/>
          <w:szCs w:val="44"/>
        </w:rPr>
      </w:pPr>
    </w:p>
    <w:p>
      <w:pPr>
        <w:jc w:val="center"/>
        <w:rPr>
          <w:rFonts w:hint="eastAsia" w:asci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诚信承诺书</w:t>
      </w:r>
    </w:p>
    <w:p>
      <w:pPr>
        <w:jc w:val="both"/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本人已阅读并理解中共中央办公厅、国务院办公厅印发的《关于进一步加强科研诚信建设的若干意见》并郑重承诺如下：</w:t>
      </w:r>
    </w:p>
    <w:p>
      <w:pPr>
        <w:ind w:firstLine="640" w:firstLineChars="200"/>
        <w:jc w:val="both"/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本人向学校提交的论文、科研项目、专利等科研成果及奖项，是本人独立完成或与他人合作完成的，不存在抄袭、剽窃、弄虚作假等违背诚信要求的行为。</w:t>
      </w:r>
    </w:p>
    <w:p>
      <w:pPr>
        <w:ind w:firstLine="640" w:firstLineChars="200"/>
        <w:jc w:val="both"/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如被举报在专业技术资格评审材料中存在违背诚信的行为，本人将积极配合调查，并对违背诚信的行为承担全部责任。</w:t>
      </w:r>
    </w:p>
    <w:p>
      <w:pPr>
        <w:jc w:val="both"/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</w:pPr>
    </w:p>
    <w:p>
      <w:pPr>
        <w:jc w:val="both"/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</w:pPr>
    </w:p>
    <w:p>
      <w:pPr>
        <w:jc w:val="both"/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 xml:space="preserve">                          承诺人(手签）</w:t>
      </w:r>
      <w:bookmarkStart w:id="0" w:name="_GoBack"/>
      <w:bookmarkEnd w:id="0"/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：</w:t>
      </w:r>
    </w:p>
    <w:p>
      <w:pPr>
        <w:jc w:val="both"/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 xml:space="preserve">                                </w:t>
      </w:r>
    </w:p>
    <w:p>
      <w:pPr>
        <w:ind w:firstLine="5440" w:firstLineChars="1700"/>
        <w:jc w:val="both"/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年    月    日</w:t>
      </w:r>
    </w:p>
    <w:p>
      <w:pPr>
        <w:jc w:val="both"/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6A14"/>
    <w:rsid w:val="00064D2E"/>
    <w:rsid w:val="0007160E"/>
    <w:rsid w:val="0018270F"/>
    <w:rsid w:val="0027289F"/>
    <w:rsid w:val="00334483"/>
    <w:rsid w:val="0035185C"/>
    <w:rsid w:val="00373D49"/>
    <w:rsid w:val="00486433"/>
    <w:rsid w:val="005C7012"/>
    <w:rsid w:val="006061BB"/>
    <w:rsid w:val="00635A5E"/>
    <w:rsid w:val="006F55E9"/>
    <w:rsid w:val="00734C05"/>
    <w:rsid w:val="007C3654"/>
    <w:rsid w:val="007D1F3C"/>
    <w:rsid w:val="008124DE"/>
    <w:rsid w:val="008A0E88"/>
    <w:rsid w:val="008B6943"/>
    <w:rsid w:val="008B71D6"/>
    <w:rsid w:val="008B72E3"/>
    <w:rsid w:val="00906A14"/>
    <w:rsid w:val="00975105"/>
    <w:rsid w:val="0099753B"/>
    <w:rsid w:val="00BF590B"/>
    <w:rsid w:val="00C62791"/>
    <w:rsid w:val="00D63B6A"/>
    <w:rsid w:val="0A836235"/>
    <w:rsid w:val="0FDD607D"/>
    <w:rsid w:val="1A0837B7"/>
    <w:rsid w:val="1AC236FC"/>
    <w:rsid w:val="1E7C381E"/>
    <w:rsid w:val="29D869BB"/>
    <w:rsid w:val="2C5662EA"/>
    <w:rsid w:val="31A5318C"/>
    <w:rsid w:val="35B8216A"/>
    <w:rsid w:val="391E3801"/>
    <w:rsid w:val="5BC91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Footer Char"/>
    <w:basedOn w:val="6"/>
    <w:link w:val="2"/>
    <w:semiHidden/>
    <w:qFormat/>
    <w:locked/>
    <w:uiPriority w:val="99"/>
    <w:rPr>
      <w:sz w:val="18"/>
      <w:szCs w:val="18"/>
    </w:rPr>
  </w:style>
  <w:style w:type="character" w:customStyle="1" w:styleId="8">
    <w:name w:val="Header Char"/>
    <w:basedOn w:val="6"/>
    <w:link w:val="3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51</Words>
  <Characters>296</Characters>
  <Lines>0</Lines>
  <Paragraphs>0</Paragraphs>
  <TotalTime>13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2019-03-11T01:48:00Z</dcterms:created>
  <dc:creator>HP</dc:creator>
  <cp:lastModifiedBy>Administrator</cp:lastModifiedBy>
  <cp:lastPrinted>2018-06-20T01:08:00Z</cp:lastPrinted>
  <dcterms:modified xsi:type="dcterms:W3CDTF">2020-04-07T08:25:50Z</dcterms:modified>
  <dc:title>诚信承诺书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